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33" w:rsidRPr="003C6607" w:rsidRDefault="00616633" w:rsidP="003C4B95">
      <w:pPr>
        <w:spacing w:line="240" w:lineRule="atLeast"/>
        <w:jc w:val="center"/>
        <w:rPr>
          <w:rFonts w:ascii="Times New Roman" w:eastAsia="黑体" w:hAnsi="Times New Roman" w:cs="Times New Roman"/>
          <w:bCs/>
          <w:sz w:val="30"/>
          <w:szCs w:val="30"/>
        </w:rPr>
      </w:pPr>
      <w:r w:rsidRPr="003C6607">
        <w:rPr>
          <w:rFonts w:ascii="Times New Roman" w:eastAsia="黑体" w:hAnsi="黑体" w:cs="Times New Roman" w:hint="eastAsia"/>
          <w:bCs/>
          <w:sz w:val="30"/>
          <w:szCs w:val="30"/>
        </w:rPr>
        <w:t>贵州大学研究生中间环节培养系列表</w:t>
      </w:r>
    </w:p>
    <w:p w:rsidR="00616633" w:rsidRPr="003C6607" w:rsidRDefault="00616633" w:rsidP="003C4B95">
      <w:pPr>
        <w:spacing w:line="240" w:lineRule="atLeast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 w:rsidRPr="003C6607">
        <w:rPr>
          <w:rFonts w:ascii="Times New Roman" w:eastAsia="宋体" w:hAnsi="Times New Roman" w:cs="Times New Roman" w:hint="eastAsia"/>
          <w:b/>
          <w:bCs/>
          <w:sz w:val="30"/>
          <w:szCs w:val="30"/>
        </w:rPr>
        <w:t>学术活动报告</w:t>
      </w:r>
    </w:p>
    <w:tbl>
      <w:tblPr>
        <w:tblW w:w="9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0"/>
        <w:gridCol w:w="1083"/>
        <w:gridCol w:w="2231"/>
        <w:gridCol w:w="1080"/>
        <w:gridCol w:w="745"/>
        <w:gridCol w:w="636"/>
        <w:gridCol w:w="993"/>
        <w:gridCol w:w="1450"/>
      </w:tblGrid>
      <w:tr w:rsidR="00616633" w:rsidRPr="00616633" w:rsidTr="00616633">
        <w:trPr>
          <w:cantSplit/>
          <w:trHeight w:val="290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姓</w:t>
            </w:r>
            <w:r w:rsidRPr="00616633"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名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导</w:t>
            </w:r>
            <w:r w:rsidRPr="00616633"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师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290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年</w:t>
            </w:r>
            <w:r w:rsidRPr="00616633"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级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院、系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290"/>
          <w:jc w:val="center"/>
        </w:trPr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专</w:t>
            </w:r>
            <w:r w:rsidRPr="00616633"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  <w:t xml:space="preserve"> </w:t>
            </w: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业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研究方向</w:t>
            </w: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290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sz w:val="28"/>
                <w:szCs w:val="24"/>
              </w:rPr>
              <w:t>序号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学术会议或学术活动名称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时间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地点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 w:hint="eastAsia"/>
                <w:b/>
                <w:bCs/>
                <w:sz w:val="28"/>
                <w:szCs w:val="24"/>
              </w:rPr>
              <w:t>主讲人</w:t>
            </w: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 w:rsidRPr="00616633">
              <w:rPr>
                <w:rFonts w:ascii="Times New Roman" w:eastAsia="宋体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4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5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6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7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8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9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11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12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13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14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15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16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17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18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19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  <w:tr w:rsidR="00616633" w:rsidRPr="00616633" w:rsidTr="00616633">
        <w:trPr>
          <w:cantSplit/>
          <w:trHeight w:val="405"/>
          <w:jc w:val="center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>20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633" w:rsidRPr="00616633" w:rsidRDefault="00616633" w:rsidP="00616633">
            <w:pPr>
              <w:spacing w:line="480" w:lineRule="exact"/>
              <w:jc w:val="center"/>
              <w:rPr>
                <w:rFonts w:ascii="Times New Roman" w:eastAsia="宋体" w:hAnsi="Times New Roman" w:cs="Times New Roman"/>
                <w:b/>
                <w:sz w:val="28"/>
                <w:szCs w:val="24"/>
              </w:rPr>
            </w:pPr>
          </w:p>
        </w:tc>
      </w:tr>
    </w:tbl>
    <w:p w:rsidR="00616633" w:rsidRPr="00616633" w:rsidRDefault="00616633" w:rsidP="00616633">
      <w:pPr>
        <w:rPr>
          <w:rFonts w:ascii="Times New Roman" w:eastAsia="宋体" w:hAnsi="Times New Roman" w:cs="Times New Roman"/>
          <w:szCs w:val="24"/>
        </w:rPr>
      </w:pPr>
    </w:p>
    <w:p w:rsidR="00DC41A9" w:rsidRDefault="00DC41A9"/>
    <w:sectPr w:rsidR="00DC41A9" w:rsidSect="00DC4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6EB" w:rsidRDefault="00EC66EB" w:rsidP="003C6607">
      <w:r>
        <w:separator/>
      </w:r>
    </w:p>
  </w:endnote>
  <w:endnote w:type="continuationSeparator" w:id="1">
    <w:p w:rsidR="00EC66EB" w:rsidRDefault="00EC66EB" w:rsidP="003C6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6EB" w:rsidRDefault="00EC66EB" w:rsidP="003C6607">
      <w:r>
        <w:separator/>
      </w:r>
    </w:p>
  </w:footnote>
  <w:footnote w:type="continuationSeparator" w:id="1">
    <w:p w:rsidR="00EC66EB" w:rsidRDefault="00EC66EB" w:rsidP="003C66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6633"/>
    <w:rsid w:val="003C4B95"/>
    <w:rsid w:val="003C6607"/>
    <w:rsid w:val="005D3BCD"/>
    <w:rsid w:val="00616633"/>
    <w:rsid w:val="00683ADA"/>
    <w:rsid w:val="00736BA6"/>
    <w:rsid w:val="0074349B"/>
    <w:rsid w:val="00840213"/>
    <w:rsid w:val="00BD25D1"/>
    <w:rsid w:val="00C67AF9"/>
    <w:rsid w:val="00C9333C"/>
    <w:rsid w:val="00DC41A9"/>
    <w:rsid w:val="00EC66EB"/>
    <w:rsid w:val="00FF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1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66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66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66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66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35</Words>
  <Characters>202</Characters>
  <Application>Microsoft Office Word</Application>
  <DocSecurity>0</DocSecurity>
  <Lines>1</Lines>
  <Paragraphs>1</Paragraphs>
  <ScaleCrop>false</ScaleCrop>
  <Company>微软中国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2016-09-28T03:34:00Z</cp:lastPrinted>
  <dcterms:created xsi:type="dcterms:W3CDTF">2016-09-28T00:58:00Z</dcterms:created>
  <dcterms:modified xsi:type="dcterms:W3CDTF">2016-10-18T00:25:00Z</dcterms:modified>
</cp:coreProperties>
</file>